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/>
    <w:p w:rsidR="00EA57F0" w:rsidRDefault="00EA57F0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2F24E6" w:rsidRPr="00957984" w:rsidRDefault="002F24E6" w:rsidP="002F24E6">
      <w:pPr>
        <w:ind w:left="-567" w:firstLine="567"/>
        <w:jc w:val="both"/>
        <w:rPr>
          <w:rFonts w:ascii="Times New Roman" w:hAnsi="Times New Roman"/>
          <w:b/>
          <w:sz w:val="24"/>
        </w:rPr>
      </w:pPr>
      <w:r w:rsidRPr="00957984">
        <w:rPr>
          <w:rFonts w:ascii="Times New Roman" w:hAnsi="Times New Roman"/>
          <w:b/>
          <w:sz w:val="24"/>
        </w:rPr>
        <w:t xml:space="preserve">ANEXA NR. </w:t>
      </w:r>
      <w:r w:rsidR="00EB050D">
        <w:rPr>
          <w:rFonts w:ascii="Times New Roman" w:hAnsi="Times New Roman"/>
          <w:b/>
          <w:sz w:val="24"/>
        </w:rPr>
        <w:t>8</w:t>
      </w:r>
      <w:bookmarkStart w:id="0" w:name="_GoBack"/>
      <w:bookmarkEnd w:id="0"/>
      <w:r w:rsidR="009F4F44">
        <w:rPr>
          <w:rFonts w:ascii="Times New Roman" w:hAnsi="Times New Roman"/>
          <w:b/>
          <w:sz w:val="24"/>
        </w:rPr>
        <w:t>.4</w:t>
      </w:r>
      <w:r w:rsidRPr="00957984">
        <w:rPr>
          <w:rFonts w:ascii="Times New Roman" w:hAnsi="Times New Roman"/>
          <w:b/>
          <w:sz w:val="24"/>
        </w:rPr>
        <w:t xml:space="preserve"> </w:t>
      </w: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1843" w:hanging="425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2F24E6" w:rsidRPr="00957984">
        <w:rPr>
          <w:rFonts w:ascii="Arial" w:hAnsi="Arial" w:cs="Arial"/>
          <w:b/>
          <w:sz w:val="24"/>
        </w:rPr>
        <w:t xml:space="preserve">DECLARAȚIE </w:t>
      </w:r>
      <w:r w:rsidRPr="00957984">
        <w:rPr>
          <w:rFonts w:ascii="Arial" w:hAnsi="Arial" w:cs="Arial"/>
          <w:b/>
          <w:sz w:val="24"/>
        </w:rPr>
        <w:t xml:space="preserve"> DE CONFORMITATE </w:t>
      </w:r>
    </w:p>
    <w:p w:rsidR="00957984" w:rsidRPr="00957984" w:rsidRDefault="00957984" w:rsidP="00957984">
      <w:pPr>
        <w:ind w:left="-284" w:hanging="742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957984">
        <w:rPr>
          <w:rFonts w:ascii="Arial" w:hAnsi="Arial" w:cs="Arial"/>
          <w:b/>
          <w:sz w:val="24"/>
        </w:rPr>
        <w:t xml:space="preserve">A FISEI GENERALE CU CEREREA DE FINANTARE </w:t>
      </w:r>
    </w:p>
    <w:p w:rsidR="00957984" w:rsidRDefault="00957984" w:rsidP="002F24E6">
      <w:pPr>
        <w:ind w:left="-567" w:firstLine="567"/>
        <w:jc w:val="center"/>
        <w:rPr>
          <w:rFonts w:ascii="Times New Roman" w:hAnsi="Times New Roman"/>
          <w:b/>
          <w:sz w:val="24"/>
        </w:rPr>
      </w:pPr>
    </w:p>
    <w:p w:rsidR="002F24E6" w:rsidRPr="002F24E6" w:rsidRDefault="002F24E6" w:rsidP="006E0B4F">
      <w:pPr>
        <w:ind w:left="142" w:firstLine="567"/>
        <w:jc w:val="both"/>
        <w:rPr>
          <w:rFonts w:ascii="Times New Roman" w:hAnsi="Times New Roman"/>
          <w:sz w:val="24"/>
        </w:rPr>
      </w:pPr>
    </w:p>
    <w:p w:rsidR="009452EB" w:rsidRDefault="00E8087B" w:rsidP="006E0B4F">
      <w:pPr>
        <w:ind w:firstLine="567"/>
        <w:rPr>
          <w:rFonts w:ascii="Arial" w:hAnsi="Arial" w:cs="Arial"/>
          <w:bCs/>
          <w:iCs/>
          <w:sz w:val="24"/>
        </w:rPr>
      </w:pPr>
      <w:r w:rsidRPr="006E0B4F">
        <w:rPr>
          <w:rFonts w:ascii="Arial" w:hAnsi="Arial" w:cs="Arial"/>
          <w:bCs/>
          <w:iCs/>
          <w:sz w:val="24"/>
        </w:rPr>
        <w:t xml:space="preserve">Prin prezenta, </w:t>
      </w:r>
      <w:r w:rsidR="006E0B4F">
        <w:rPr>
          <w:rFonts w:ascii="Arial" w:hAnsi="Arial" w:cs="Arial"/>
          <w:bCs/>
          <w:iCs/>
          <w:sz w:val="24"/>
        </w:rPr>
        <w:t>Subsemnatul , ......................................................................................</w:t>
      </w:r>
      <w:r w:rsidR="00B862B3">
        <w:rPr>
          <w:rFonts w:ascii="Arial" w:hAnsi="Arial" w:cs="Arial"/>
          <w:bCs/>
          <w:iCs/>
          <w:sz w:val="24"/>
        </w:rPr>
        <w:t>.</w:t>
      </w:r>
      <w:r w:rsidR="006E0B4F">
        <w:rPr>
          <w:rFonts w:ascii="Arial" w:hAnsi="Arial" w:cs="Arial"/>
          <w:bCs/>
          <w:iCs/>
          <w:sz w:val="24"/>
        </w:rPr>
        <w:t>,</w:t>
      </w:r>
      <w:r w:rsidRPr="006E0B4F">
        <w:rPr>
          <w:rFonts w:ascii="Arial" w:hAnsi="Arial" w:cs="Arial"/>
          <w:bCs/>
          <w:iCs/>
          <w:sz w:val="24"/>
        </w:rPr>
        <w:t xml:space="preserve">                           reprezentant legal  / imputernicit</w:t>
      </w:r>
      <w:r w:rsidR="00812467" w:rsidRPr="006E0B4F">
        <w:rPr>
          <w:rFonts w:ascii="Arial" w:hAnsi="Arial" w:cs="Arial"/>
          <w:bCs/>
          <w:iCs/>
          <w:sz w:val="24"/>
        </w:rPr>
        <w:t xml:space="preserve"> </w:t>
      </w:r>
      <w:r w:rsidRPr="006E0B4F">
        <w:rPr>
          <w:rFonts w:ascii="Arial" w:hAnsi="Arial" w:cs="Arial"/>
          <w:bCs/>
          <w:iCs/>
          <w:sz w:val="24"/>
        </w:rPr>
        <w:t xml:space="preserve"> conform prevederilor legale</w:t>
      </w:r>
      <w:r w:rsidR="006E0B4F">
        <w:rPr>
          <w:rFonts w:ascii="Arial" w:hAnsi="Arial" w:cs="Arial"/>
          <w:bCs/>
          <w:iCs/>
          <w:sz w:val="24"/>
        </w:rPr>
        <w:t xml:space="preserve">, al ........................................,   cu sediul social  in ........................................, </w:t>
      </w:r>
      <w:r w:rsidR="006E0B4F" w:rsidRPr="006E0B4F">
        <w:rPr>
          <w:rFonts w:ascii="Arial" w:hAnsi="Arial" w:cs="Arial"/>
          <w:bCs/>
          <w:iCs/>
          <w:sz w:val="24"/>
        </w:rPr>
        <w:t>str.............................................,  nr.</w:t>
      </w:r>
      <w:r w:rsidR="006E0B4F">
        <w:rPr>
          <w:rFonts w:ascii="Arial" w:hAnsi="Arial" w:cs="Arial"/>
          <w:bCs/>
          <w:iCs/>
          <w:sz w:val="24"/>
        </w:rPr>
        <w:t>...............,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6E0B4F">
        <w:rPr>
          <w:rFonts w:ascii="Arial" w:hAnsi="Arial" w:cs="Arial"/>
          <w:bCs/>
          <w:iCs/>
          <w:sz w:val="24"/>
        </w:rPr>
        <w:t xml:space="preserve"> </w:t>
      </w:r>
      <w:r w:rsidR="006E0B4F" w:rsidRPr="006E0B4F">
        <w:rPr>
          <w:rFonts w:ascii="Arial" w:hAnsi="Arial" w:cs="Arial"/>
          <w:bCs/>
          <w:iCs/>
          <w:sz w:val="24"/>
        </w:rPr>
        <w:t xml:space="preserve"> bloc................., scara...</w:t>
      </w:r>
      <w:r w:rsidR="004F0A0F">
        <w:rPr>
          <w:rFonts w:ascii="Arial" w:hAnsi="Arial" w:cs="Arial"/>
          <w:bCs/>
          <w:iCs/>
          <w:sz w:val="24"/>
        </w:rPr>
        <w:t>...........</w:t>
      </w:r>
      <w:r w:rsidR="006E0B4F" w:rsidRPr="006E0B4F">
        <w:rPr>
          <w:rFonts w:ascii="Arial" w:hAnsi="Arial" w:cs="Arial"/>
          <w:bCs/>
          <w:iCs/>
          <w:sz w:val="24"/>
        </w:rPr>
        <w:t>,etaj ........, apart.</w:t>
      </w:r>
      <w:r w:rsidR="006C0738">
        <w:rPr>
          <w:rFonts w:ascii="Arial" w:hAnsi="Arial" w:cs="Arial"/>
          <w:bCs/>
          <w:iCs/>
          <w:sz w:val="24"/>
        </w:rPr>
        <w:t>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judet/sector</w:t>
      </w:r>
      <w:r w:rsidR="006C0738">
        <w:rPr>
          <w:rFonts w:ascii="Arial" w:hAnsi="Arial" w:cs="Arial"/>
          <w:bCs/>
          <w:iCs/>
          <w:sz w:val="24"/>
        </w:rPr>
        <w:t>....</w:t>
      </w:r>
      <w:r w:rsidR="006E0B4F" w:rsidRPr="006E0B4F">
        <w:rPr>
          <w:rFonts w:ascii="Arial" w:hAnsi="Arial" w:cs="Arial"/>
          <w:bCs/>
          <w:iCs/>
          <w:sz w:val="24"/>
        </w:rPr>
        <w:t>.............................</w:t>
      </w:r>
      <w:r w:rsidR="004F0A0F">
        <w:rPr>
          <w:rFonts w:ascii="Arial" w:hAnsi="Arial" w:cs="Arial"/>
          <w:bCs/>
          <w:iCs/>
          <w:sz w:val="24"/>
        </w:rPr>
        <w:t>.....</w:t>
      </w:r>
      <w:r w:rsidR="006E0B4F" w:rsidRPr="006E0B4F">
        <w:rPr>
          <w:rFonts w:ascii="Arial" w:hAnsi="Arial" w:cs="Arial"/>
          <w:bCs/>
          <w:iCs/>
          <w:sz w:val="24"/>
        </w:rPr>
        <w:t xml:space="preserve">, identificat(ă) cu  actul de </w:t>
      </w:r>
      <w:r w:rsidR="009452EB">
        <w:rPr>
          <w:rFonts w:ascii="Arial" w:hAnsi="Arial" w:cs="Arial"/>
          <w:bCs/>
          <w:iCs/>
          <w:sz w:val="24"/>
        </w:rPr>
        <w:t>identitate ..................</w:t>
      </w:r>
      <w:r w:rsidR="006E0B4F" w:rsidRPr="006E0B4F">
        <w:rPr>
          <w:rFonts w:ascii="Arial" w:hAnsi="Arial" w:cs="Arial"/>
          <w:bCs/>
          <w:iCs/>
          <w:sz w:val="24"/>
        </w:rPr>
        <w:t xml:space="preserve"> seria ....................,</w:t>
      </w:r>
      <w:r w:rsidR="00B862B3">
        <w:rPr>
          <w:rFonts w:ascii="Arial" w:hAnsi="Arial" w:cs="Arial"/>
          <w:bCs/>
          <w:iCs/>
          <w:sz w:val="24"/>
        </w:rPr>
        <w:t xml:space="preserve">nr..................................., domiciliat in 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B862B3" w:rsidRPr="006E0B4F">
        <w:rPr>
          <w:rFonts w:ascii="Arial" w:hAnsi="Arial" w:cs="Arial"/>
          <w:bCs/>
          <w:iCs/>
          <w:sz w:val="24"/>
        </w:rPr>
        <w:t>localitatea ..................................., str.,,,,,,,,,,,,,,,,,,................</w:t>
      </w:r>
      <w:r w:rsidR="004F0A0F">
        <w:rPr>
          <w:rFonts w:ascii="Arial" w:hAnsi="Arial" w:cs="Arial"/>
          <w:bCs/>
          <w:iCs/>
          <w:sz w:val="24"/>
        </w:rPr>
        <w:t>.................</w:t>
      </w:r>
      <w:r w:rsidR="00B862B3" w:rsidRPr="006E0B4F">
        <w:rPr>
          <w:rFonts w:ascii="Arial" w:hAnsi="Arial" w:cs="Arial"/>
          <w:bCs/>
          <w:iCs/>
          <w:sz w:val="24"/>
        </w:rPr>
        <w:t>, nr......, bloc</w:t>
      </w:r>
      <w:r w:rsidR="00B862B3">
        <w:rPr>
          <w:rFonts w:ascii="Arial" w:hAnsi="Arial" w:cs="Arial"/>
          <w:bCs/>
          <w:iCs/>
          <w:sz w:val="24"/>
        </w:rPr>
        <w:t xml:space="preserve">........., </w:t>
      </w:r>
      <w:r w:rsidR="00B862B3" w:rsidRPr="006E0B4F">
        <w:rPr>
          <w:rFonts w:ascii="Arial" w:hAnsi="Arial" w:cs="Arial"/>
          <w:bCs/>
          <w:iCs/>
          <w:sz w:val="24"/>
        </w:rPr>
        <w:t>etaj.........., apart.....,</w:t>
      </w:r>
      <w:r w:rsidR="004F0A0F">
        <w:rPr>
          <w:rFonts w:ascii="Arial" w:hAnsi="Arial" w:cs="Arial"/>
          <w:bCs/>
          <w:iCs/>
          <w:sz w:val="24"/>
        </w:rPr>
        <w:t xml:space="preserve"> judet/sector .....................................................,</w:t>
      </w:r>
    </w:p>
    <w:p w:rsidR="003D7D85" w:rsidRPr="00C07416" w:rsidRDefault="002F24E6" w:rsidP="00C07416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E0B4F">
        <w:rPr>
          <w:rFonts w:ascii="Arial" w:hAnsi="Arial" w:cs="Arial"/>
          <w:sz w:val="24"/>
        </w:rPr>
        <w:t xml:space="preserve">Cunoscând dispozițiile articolului </w:t>
      </w:r>
      <w:r w:rsidR="005444B1">
        <w:rPr>
          <w:rFonts w:ascii="Arial" w:hAnsi="Arial" w:cs="Arial"/>
          <w:sz w:val="24"/>
        </w:rPr>
        <w:t>326</w:t>
      </w:r>
      <w:r w:rsidR="005444B1" w:rsidRPr="006E0B4F">
        <w:rPr>
          <w:rFonts w:ascii="Arial" w:hAnsi="Arial" w:cs="Arial"/>
          <w:sz w:val="24"/>
        </w:rPr>
        <w:t xml:space="preserve"> </w:t>
      </w:r>
      <w:r w:rsidR="003D7D85">
        <w:rPr>
          <w:rFonts w:ascii="Arial" w:hAnsi="Arial" w:cs="Arial"/>
          <w:sz w:val="24"/>
        </w:rPr>
        <w:t>-</w:t>
      </w:r>
      <w:r w:rsidRPr="006E0B4F">
        <w:rPr>
          <w:rFonts w:ascii="Arial" w:hAnsi="Arial" w:cs="Arial"/>
          <w:sz w:val="24"/>
        </w:rPr>
        <w:t xml:space="preserve">Cod penal cu privire la falsul în declarații, </w:t>
      </w:r>
      <w:r w:rsidR="00561CDD">
        <w:rPr>
          <w:rFonts w:ascii="Arial" w:hAnsi="Arial" w:cs="Arial"/>
          <w:sz w:val="24"/>
        </w:rPr>
        <w:t xml:space="preserve">           </w:t>
      </w:r>
      <w:r w:rsidRPr="006E0B4F">
        <w:rPr>
          <w:rFonts w:ascii="Arial" w:hAnsi="Arial" w:cs="Arial"/>
          <w:sz w:val="24"/>
        </w:rPr>
        <w:t>declar</w:t>
      </w:r>
      <w:r w:rsidR="00561CDD">
        <w:rPr>
          <w:rFonts w:ascii="Arial" w:hAnsi="Arial" w:cs="Arial"/>
          <w:sz w:val="24"/>
        </w:rPr>
        <w:t xml:space="preserve"> </w:t>
      </w:r>
      <w:r w:rsidRPr="006E0B4F">
        <w:rPr>
          <w:rFonts w:ascii="Arial" w:hAnsi="Arial" w:cs="Arial"/>
          <w:sz w:val="24"/>
        </w:rPr>
        <w:t xml:space="preserve">pe proprie răspundere </w:t>
      </w:r>
      <w:r w:rsidR="00812467" w:rsidRPr="006E0B4F">
        <w:rPr>
          <w:rFonts w:ascii="Arial" w:hAnsi="Arial" w:cs="Arial"/>
          <w:sz w:val="24"/>
        </w:rPr>
        <w:t xml:space="preserve"> faptul ca , </w:t>
      </w:r>
      <w:r w:rsidRPr="006E0B4F">
        <w:rPr>
          <w:rFonts w:ascii="Arial" w:hAnsi="Arial" w:cs="Arial"/>
          <w:sz w:val="24"/>
        </w:rPr>
        <w:t xml:space="preserve">datele completate în </w:t>
      </w:r>
      <w:r w:rsidR="003D7D85" w:rsidRPr="007D4FF5">
        <w:rPr>
          <w:rFonts w:ascii="Arial" w:hAnsi="Arial" w:cs="Arial"/>
          <w:i/>
          <w:sz w:val="24"/>
        </w:rPr>
        <w:t xml:space="preserve">Anexa 2 - </w:t>
      </w:r>
      <w:r w:rsidRPr="007D4FF5">
        <w:rPr>
          <w:rFonts w:ascii="Arial" w:hAnsi="Arial" w:cs="Arial"/>
          <w:i/>
          <w:sz w:val="24"/>
        </w:rPr>
        <w:t xml:space="preserve">Fișa Generală </w:t>
      </w:r>
      <w:r w:rsidR="003D7D85" w:rsidRPr="007D4FF5">
        <w:rPr>
          <w:rFonts w:ascii="Arial" w:hAnsi="Arial" w:cs="Arial"/>
          <w:i/>
          <w:sz w:val="24"/>
        </w:rPr>
        <w:t xml:space="preserve">               </w:t>
      </w:r>
      <w:r w:rsidR="006E0B4F" w:rsidRPr="007D4FF5">
        <w:rPr>
          <w:rFonts w:ascii="Arial" w:eastAsia="Times New Roman" w:hAnsi="Arial" w:cs="Arial"/>
          <w:i/>
          <w:sz w:val="24"/>
          <w:szCs w:val="24"/>
        </w:rPr>
        <w:t xml:space="preserve">privind informatiile referitoare la proiectele pentru care se solicita acordarea avizului </w:t>
      </w:r>
      <w:r w:rsidR="003D7D85" w:rsidRPr="007D4FF5">
        <w:rPr>
          <w:rFonts w:ascii="Arial" w:eastAsia="Times New Roman" w:hAnsi="Arial" w:cs="Arial"/>
          <w:i/>
          <w:sz w:val="24"/>
          <w:szCs w:val="24"/>
        </w:rPr>
        <w:t>de conformitate cu  SIDDDD</w:t>
      </w:r>
      <w:r w:rsidR="003D7D85">
        <w:rPr>
          <w:rFonts w:ascii="Arial" w:eastAsia="Times New Roman" w:hAnsi="Arial" w:cs="Arial"/>
          <w:sz w:val="24"/>
          <w:szCs w:val="24"/>
        </w:rPr>
        <w:t>, sunt reale si conforme cu cererea de finantare intocmita  pentru proiectul</w:t>
      </w:r>
      <w:r w:rsidR="006E0B4F" w:rsidRPr="00B862B3">
        <w:rPr>
          <w:rFonts w:ascii="Arial" w:eastAsia="Times New Roman" w:hAnsi="Arial" w:cs="Arial"/>
          <w:sz w:val="24"/>
          <w:szCs w:val="24"/>
        </w:rPr>
        <w:t xml:space="preserve"> </w:t>
      </w:r>
      <w:r w:rsidR="003D7D85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</w:t>
      </w:r>
      <w:r w:rsidR="00C07416">
        <w:rPr>
          <w:rFonts w:ascii="Arial" w:eastAsia="Times New Roman" w:hAnsi="Arial" w:cs="Arial"/>
          <w:sz w:val="24"/>
          <w:szCs w:val="24"/>
        </w:rPr>
        <w:t>.</w:t>
      </w:r>
      <w:r w:rsidR="00114AE2">
        <w:rPr>
          <w:rFonts w:ascii="Arial" w:eastAsia="Times New Roman" w:hAnsi="Arial" w:cs="Arial"/>
          <w:sz w:val="24"/>
          <w:szCs w:val="24"/>
        </w:rPr>
        <w:t xml:space="preserve">............................. , in baza Ghidului solicitantului ................................................................................................, in cadrul Apelului de proiecte dedicate mecanismului ITI Delta Dunarii </w:t>
      </w:r>
      <w:r w:rsidR="00764200">
        <w:rPr>
          <w:rFonts w:ascii="Arial" w:eastAsia="Times New Roman" w:hAnsi="Arial" w:cs="Arial"/>
          <w:sz w:val="24"/>
          <w:szCs w:val="24"/>
        </w:rPr>
        <w:t xml:space="preserve">, </w:t>
      </w:r>
      <w:r w:rsidR="009C4A8E">
        <w:rPr>
          <w:rFonts w:ascii="Arial" w:eastAsia="Times New Roman" w:hAnsi="Arial" w:cs="Arial"/>
          <w:sz w:val="24"/>
          <w:szCs w:val="24"/>
        </w:rPr>
        <w:t xml:space="preserve">din POCU               2014-2020  , </w:t>
      </w:r>
      <w:r w:rsidR="00764200">
        <w:rPr>
          <w:rFonts w:ascii="Arial" w:eastAsia="Times New Roman" w:hAnsi="Arial" w:cs="Arial"/>
          <w:sz w:val="24"/>
          <w:szCs w:val="24"/>
        </w:rPr>
        <w:t xml:space="preserve">pentru  AP.............., O.S. </w:t>
      </w:r>
      <w:r w:rsidR="00E63DF0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</w:t>
      </w:r>
      <w:r w:rsidR="009C4A8E">
        <w:rPr>
          <w:rFonts w:ascii="Arial" w:eastAsia="Times New Roman" w:hAnsi="Arial" w:cs="Arial"/>
          <w:sz w:val="24"/>
          <w:szCs w:val="24"/>
        </w:rPr>
        <w:t xml:space="preserve"> </w:t>
      </w:r>
    </w:p>
    <w:p w:rsidR="002F24E6" w:rsidRPr="007A7C58" w:rsidRDefault="002F24E6" w:rsidP="007A7C58">
      <w:pPr>
        <w:ind w:firstLine="567"/>
        <w:jc w:val="both"/>
        <w:rPr>
          <w:rFonts w:ascii="Arial" w:hAnsi="Arial" w:cs="Arial"/>
          <w:sz w:val="24"/>
        </w:rPr>
      </w:pPr>
      <w:r w:rsidRPr="00F01847">
        <w:rPr>
          <w:rFonts w:ascii="Times New Roman" w:hAnsi="Times New Roman"/>
          <w:sz w:val="24"/>
        </w:rPr>
        <w:t> </w:t>
      </w:r>
      <w:r w:rsidR="00411A1C">
        <w:rPr>
          <w:rFonts w:ascii="Times New Roman" w:hAnsi="Times New Roman"/>
          <w:sz w:val="24"/>
        </w:rPr>
        <w:tab/>
      </w:r>
      <w:r w:rsidR="007A7C58">
        <w:rPr>
          <w:rFonts w:ascii="Arial" w:hAnsi="Arial" w:cs="Arial"/>
          <w:sz w:val="24"/>
        </w:rPr>
        <w:t xml:space="preserve">Totodata , ma oblig </w:t>
      </w:r>
      <w:r w:rsidR="007A7C58" w:rsidRPr="007A7C58">
        <w:rPr>
          <w:rFonts w:ascii="Arial" w:hAnsi="Arial" w:cs="Arial"/>
          <w:sz w:val="24"/>
        </w:rPr>
        <w:t xml:space="preserve"> prin prezenta, </w:t>
      </w:r>
      <w:r w:rsidR="007A7C58">
        <w:rPr>
          <w:rFonts w:ascii="Arial" w:hAnsi="Arial" w:cs="Arial"/>
          <w:sz w:val="24"/>
        </w:rPr>
        <w:t>sa notific</w:t>
      </w:r>
      <w:r w:rsidR="00103A90">
        <w:rPr>
          <w:rFonts w:ascii="Arial" w:hAnsi="Arial" w:cs="Arial"/>
          <w:sz w:val="24"/>
        </w:rPr>
        <w:t xml:space="preserve"> </w:t>
      </w:r>
      <w:r w:rsidR="00BB3090">
        <w:rPr>
          <w:rFonts w:ascii="Arial" w:hAnsi="Arial" w:cs="Arial"/>
          <w:sz w:val="24"/>
        </w:rPr>
        <w:t xml:space="preserve"> </w:t>
      </w:r>
      <w:r w:rsidR="007A7C58">
        <w:rPr>
          <w:rFonts w:ascii="Arial" w:hAnsi="Arial" w:cs="Arial"/>
          <w:sz w:val="24"/>
        </w:rPr>
        <w:t xml:space="preserve"> ADI ITI DD despre orice modificare intervenita fata de documentele transmise in vederea obtinerii avizului de conformitate cu SIDDDD.</w:t>
      </w:r>
    </w:p>
    <w:p w:rsidR="004C6574" w:rsidRPr="007A7C58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  <w:t xml:space="preserve">    </w:t>
      </w: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4C6574" w:rsidP="004C6574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Data                                                                     </w:t>
      </w:r>
      <w:r w:rsidRPr="004C6574">
        <w:rPr>
          <w:rFonts w:ascii="Arial" w:hAnsi="Arial" w:cs="Arial"/>
          <w:b/>
          <w:sz w:val="24"/>
        </w:rPr>
        <w:t xml:space="preserve">Reprezentant legal /Imputernicit </w:t>
      </w:r>
      <w:r>
        <w:rPr>
          <w:rFonts w:ascii="Arial" w:hAnsi="Arial" w:cs="Arial"/>
          <w:b/>
          <w:sz w:val="24"/>
        </w:rPr>
        <w:t>,</w:t>
      </w:r>
    </w:p>
    <w:p w:rsidR="004C6574" w:rsidRPr="004C6574" w:rsidRDefault="004C6574" w:rsidP="004C657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</w:t>
      </w:r>
      <w:r w:rsidRPr="004C6574">
        <w:rPr>
          <w:rFonts w:ascii="Arial" w:hAnsi="Arial" w:cs="Arial"/>
          <w:sz w:val="24"/>
        </w:rPr>
        <w:t>( nume , prenume , semnatura si stampila)</w:t>
      </w: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Pr="00F01847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D14EFE" w:rsidRPr="00C20921" w:rsidRDefault="00D14EFE" w:rsidP="006E10B6">
      <w:pPr>
        <w:spacing w:after="120" w:line="240" w:lineRule="auto"/>
        <w:ind w:left="2160" w:firstLine="720"/>
        <w:jc w:val="both"/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</w:p>
    <w:p w:rsidR="00C20921" w:rsidRPr="00C20921" w:rsidRDefault="00C20921"/>
    <w:sectPr w:rsidR="00C20921" w:rsidRPr="00C20921" w:rsidSect="006E0B4F">
      <w:headerReference w:type="default" r:id="rId7"/>
      <w:headerReference w:type="first" r:id="rId8"/>
      <w:pgSz w:w="11907" w:h="16840" w:code="9"/>
      <w:pgMar w:top="426" w:right="708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ADF" w:rsidRDefault="00CA1ADF" w:rsidP="00EA0A34">
      <w:pPr>
        <w:spacing w:after="0" w:line="240" w:lineRule="auto"/>
      </w:pPr>
      <w:r>
        <w:separator/>
      </w:r>
    </w:p>
  </w:endnote>
  <w:endnote w:type="continuationSeparator" w:id="0">
    <w:p w:rsidR="00CA1ADF" w:rsidRDefault="00CA1ADF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ADF" w:rsidRDefault="00CA1ADF" w:rsidP="00EA0A34">
      <w:pPr>
        <w:spacing w:after="0" w:line="240" w:lineRule="auto"/>
      </w:pPr>
      <w:r>
        <w:separator/>
      </w:r>
    </w:p>
  </w:footnote>
  <w:footnote w:type="continuationSeparator" w:id="0">
    <w:p w:rsidR="00CA1ADF" w:rsidRDefault="00CA1ADF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DCF0F6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8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431AC"/>
    <w:rsid w:val="00062D2F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F3E0A"/>
    <w:rsid w:val="00100661"/>
    <w:rsid w:val="001015D9"/>
    <w:rsid w:val="00103A90"/>
    <w:rsid w:val="00104275"/>
    <w:rsid w:val="00114AE2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87591"/>
    <w:rsid w:val="00295B9C"/>
    <w:rsid w:val="002973DB"/>
    <w:rsid w:val="002A00C6"/>
    <w:rsid w:val="002A429C"/>
    <w:rsid w:val="002A797B"/>
    <w:rsid w:val="002B5A85"/>
    <w:rsid w:val="002B63FB"/>
    <w:rsid w:val="002B7A88"/>
    <w:rsid w:val="002D3217"/>
    <w:rsid w:val="002E7B12"/>
    <w:rsid w:val="002F24E6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1DC5"/>
    <w:rsid w:val="003D201C"/>
    <w:rsid w:val="003D65E1"/>
    <w:rsid w:val="003D7D85"/>
    <w:rsid w:val="003E1712"/>
    <w:rsid w:val="003F0B3C"/>
    <w:rsid w:val="004045E9"/>
    <w:rsid w:val="00411A1C"/>
    <w:rsid w:val="0041520D"/>
    <w:rsid w:val="00441CFA"/>
    <w:rsid w:val="00446E59"/>
    <w:rsid w:val="0047019D"/>
    <w:rsid w:val="004A0A4C"/>
    <w:rsid w:val="004A5AEE"/>
    <w:rsid w:val="004A6111"/>
    <w:rsid w:val="004C31B8"/>
    <w:rsid w:val="004C6574"/>
    <w:rsid w:val="004D4F9B"/>
    <w:rsid w:val="004E4203"/>
    <w:rsid w:val="004F0A0F"/>
    <w:rsid w:val="004F26E9"/>
    <w:rsid w:val="004F5859"/>
    <w:rsid w:val="00505278"/>
    <w:rsid w:val="00540E6C"/>
    <w:rsid w:val="005444B1"/>
    <w:rsid w:val="0054478B"/>
    <w:rsid w:val="00545DBC"/>
    <w:rsid w:val="00550E34"/>
    <w:rsid w:val="00561CDD"/>
    <w:rsid w:val="00562CF9"/>
    <w:rsid w:val="00570F3C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33D52"/>
    <w:rsid w:val="00633E90"/>
    <w:rsid w:val="00642490"/>
    <w:rsid w:val="00655623"/>
    <w:rsid w:val="0068172C"/>
    <w:rsid w:val="00693CE4"/>
    <w:rsid w:val="006B791A"/>
    <w:rsid w:val="006C0738"/>
    <w:rsid w:val="006D57E9"/>
    <w:rsid w:val="006E0B4F"/>
    <w:rsid w:val="006E10B6"/>
    <w:rsid w:val="006E6649"/>
    <w:rsid w:val="00712168"/>
    <w:rsid w:val="00713397"/>
    <w:rsid w:val="007137E5"/>
    <w:rsid w:val="00724ACC"/>
    <w:rsid w:val="00764200"/>
    <w:rsid w:val="007757BF"/>
    <w:rsid w:val="00787338"/>
    <w:rsid w:val="007A7C58"/>
    <w:rsid w:val="007D4FF5"/>
    <w:rsid w:val="007D6A69"/>
    <w:rsid w:val="007E0304"/>
    <w:rsid w:val="00812467"/>
    <w:rsid w:val="008262A5"/>
    <w:rsid w:val="0083325F"/>
    <w:rsid w:val="00837352"/>
    <w:rsid w:val="008543CF"/>
    <w:rsid w:val="0086359E"/>
    <w:rsid w:val="00865805"/>
    <w:rsid w:val="0087422C"/>
    <w:rsid w:val="00885345"/>
    <w:rsid w:val="00897703"/>
    <w:rsid w:val="008B76CF"/>
    <w:rsid w:val="008E57AE"/>
    <w:rsid w:val="008F2CC5"/>
    <w:rsid w:val="00916E3F"/>
    <w:rsid w:val="00926A61"/>
    <w:rsid w:val="00943603"/>
    <w:rsid w:val="009452EB"/>
    <w:rsid w:val="00954E3B"/>
    <w:rsid w:val="00955537"/>
    <w:rsid w:val="00957984"/>
    <w:rsid w:val="009637DA"/>
    <w:rsid w:val="00970ECE"/>
    <w:rsid w:val="009807AB"/>
    <w:rsid w:val="0098647B"/>
    <w:rsid w:val="00994E18"/>
    <w:rsid w:val="00997664"/>
    <w:rsid w:val="009A530B"/>
    <w:rsid w:val="009B4384"/>
    <w:rsid w:val="009C4A8E"/>
    <w:rsid w:val="009D1E13"/>
    <w:rsid w:val="009D2B40"/>
    <w:rsid w:val="009D6C5D"/>
    <w:rsid w:val="009E276D"/>
    <w:rsid w:val="009F4F44"/>
    <w:rsid w:val="00A079CB"/>
    <w:rsid w:val="00A35132"/>
    <w:rsid w:val="00A452ED"/>
    <w:rsid w:val="00A45857"/>
    <w:rsid w:val="00A554A9"/>
    <w:rsid w:val="00A70153"/>
    <w:rsid w:val="00A879B4"/>
    <w:rsid w:val="00A92602"/>
    <w:rsid w:val="00AB0B46"/>
    <w:rsid w:val="00AF2E6B"/>
    <w:rsid w:val="00B26712"/>
    <w:rsid w:val="00B31506"/>
    <w:rsid w:val="00B34102"/>
    <w:rsid w:val="00B45216"/>
    <w:rsid w:val="00B54787"/>
    <w:rsid w:val="00B67975"/>
    <w:rsid w:val="00B770CD"/>
    <w:rsid w:val="00B82635"/>
    <w:rsid w:val="00B83047"/>
    <w:rsid w:val="00B862B3"/>
    <w:rsid w:val="00B87FE1"/>
    <w:rsid w:val="00B928CF"/>
    <w:rsid w:val="00B94F1E"/>
    <w:rsid w:val="00BA6EB3"/>
    <w:rsid w:val="00BB1C72"/>
    <w:rsid w:val="00BB3090"/>
    <w:rsid w:val="00BB67AE"/>
    <w:rsid w:val="00BB68AB"/>
    <w:rsid w:val="00BC22DD"/>
    <w:rsid w:val="00BC3F17"/>
    <w:rsid w:val="00BD5DEA"/>
    <w:rsid w:val="00C041E9"/>
    <w:rsid w:val="00C04F7F"/>
    <w:rsid w:val="00C07416"/>
    <w:rsid w:val="00C20921"/>
    <w:rsid w:val="00C50B98"/>
    <w:rsid w:val="00C62E34"/>
    <w:rsid w:val="00C84A2C"/>
    <w:rsid w:val="00C86840"/>
    <w:rsid w:val="00C87558"/>
    <w:rsid w:val="00C96D46"/>
    <w:rsid w:val="00CA1ADF"/>
    <w:rsid w:val="00CB1BCB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3DF0"/>
    <w:rsid w:val="00E64334"/>
    <w:rsid w:val="00E8087B"/>
    <w:rsid w:val="00E8108F"/>
    <w:rsid w:val="00E92E8A"/>
    <w:rsid w:val="00EA0A34"/>
    <w:rsid w:val="00EA1585"/>
    <w:rsid w:val="00EA57F0"/>
    <w:rsid w:val="00EB050D"/>
    <w:rsid w:val="00EB369A"/>
    <w:rsid w:val="00EB467F"/>
    <w:rsid w:val="00ED676A"/>
    <w:rsid w:val="00EF139A"/>
    <w:rsid w:val="00EF20EE"/>
    <w:rsid w:val="00F32080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FB3100-2D6B-4235-9E51-9C965446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0A34"/>
  </w:style>
  <w:style w:type="paragraph" w:styleId="Subsol">
    <w:name w:val="footer"/>
    <w:basedOn w:val="Normal"/>
    <w:link w:val="Subsol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0A34"/>
  </w:style>
  <w:style w:type="paragraph" w:styleId="TextnBalon">
    <w:name w:val="Balloon Text"/>
    <w:basedOn w:val="Normal"/>
    <w:link w:val="TextnBalonCaracte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7019D"/>
    <w:rPr>
      <w:color w:val="0000FF" w:themeColor="hyperlink"/>
      <w:u w:val="single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1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daniel chitoi</cp:lastModifiedBy>
  <cp:revision>3</cp:revision>
  <dcterms:created xsi:type="dcterms:W3CDTF">2018-10-02T09:45:00Z</dcterms:created>
  <dcterms:modified xsi:type="dcterms:W3CDTF">2018-10-04T06:45:00Z</dcterms:modified>
</cp:coreProperties>
</file>